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E0F0699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43F6A">
        <w:rPr>
          <w:rFonts w:ascii="Times New Roman" w:eastAsia="Times New Roman" w:hAnsi="Times New Roman" w:cs="Times New Roman"/>
          <w:sz w:val="24"/>
          <w:szCs w:val="24"/>
        </w:rPr>
        <w:t>Nazwa  ……………………………………………………………………….………………….</w:t>
      </w:r>
    </w:p>
    <w:p w14:paraId="617CE4C9" w14:textId="41B1941F" w:rsidR="00743F6A" w:rsidRPr="00743F6A" w:rsidRDefault="00743F6A" w:rsidP="00743F6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43F6A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    ……………………………………………………………………………………….</w:t>
      </w:r>
    </w:p>
    <w:p w14:paraId="0F61DE9F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38A626F2" w14:textId="36D3872C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REGON    ……………………………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……… </w:t>
      </w:r>
      <w:bookmarkStart w:id="3" w:name="_Hlk63114662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4" w:name="_Hlk63114608"/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bookmarkEnd w:id="3"/>
    <w:bookmarkEnd w:id="4"/>
    <w:p w14:paraId="5930D9B2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5" w:name="_Hlk63114630"/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5"/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1"/>
    </w:p>
    <w:p w14:paraId="421C5BF4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0074C2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C1D82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5354AE56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B0F63A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09E2F8DF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637248C5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E8B87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701B8B56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7583C008" w14:textId="77777777" w:rsidR="008E1FC3" w:rsidRDefault="008E1FC3" w:rsidP="008E1FC3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BAAE0ED" w14:textId="77777777" w:rsidR="008E1FC3" w:rsidRPr="008E1FC3" w:rsidRDefault="008E1FC3" w:rsidP="008E1FC3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1FC3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Zmiana sposobu ogrzewania </w:t>
      </w:r>
      <w:r w:rsidRPr="008E1FC3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Pr="008E1FC3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8E1FC3">
        <w:rPr>
          <w:rFonts w:ascii="Times New Roman" w:eastAsia="Times New Roman" w:hAnsi="Times New Roman" w:cs="Times New Roman"/>
          <w:b/>
          <w:sz w:val="24"/>
          <w:szCs w:val="24"/>
        </w:rPr>
        <w:t>lokalu mieszkalnym położonym przy                                    ul. Niecała 10/1 w Świnoujściu</w:t>
      </w:r>
    </w:p>
    <w:p w14:paraId="764792CA" w14:textId="77777777" w:rsidR="00D57E18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034E3E6" w14:textId="77777777" w:rsidR="00892B39" w:rsidRPr="002E7117" w:rsidRDefault="00892B39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14CCEEE" w14:textId="77777777" w:rsidR="009120D5" w:rsidRDefault="00F0050C" w:rsidP="009120D5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</w:p>
    <w:p w14:paraId="35504BB9" w14:textId="77777777" w:rsidR="009120D5" w:rsidRDefault="009120D5" w:rsidP="009120D5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89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835"/>
        <w:gridCol w:w="1701"/>
        <w:gridCol w:w="1701"/>
        <w:gridCol w:w="2127"/>
      </w:tblGrid>
      <w:tr w:rsidR="009120D5" w:rsidRPr="00F0050C" w14:paraId="7556C013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5C0D0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2C5C7" w14:textId="77777777" w:rsidR="009120D5" w:rsidRPr="00F0050C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Opis i zakres wykonanych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A3172" w14:textId="77777777" w:rsidR="009120D5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Wartość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inwestycji</w:t>
            </w:r>
            <w:r w:rsidRPr="002378C9"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bidi="en-US"/>
              </w:rPr>
              <w:t>*</w:t>
            </w:r>
          </w:p>
          <w:p w14:paraId="11E7A734" w14:textId="77777777" w:rsidR="009120D5" w:rsidRPr="00707E18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(zł/brutto)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61F9F" w14:textId="77777777" w:rsidR="009120D5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wykonania</w:t>
            </w:r>
          </w:p>
          <w:p w14:paraId="28F81DA2" w14:textId="77777777" w:rsidR="009120D5" w:rsidRPr="00061259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07E1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  <w:t>(od – do)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5A7E4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a rzecz jakiego podmiotu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usługi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 były wykonane </w:t>
            </w:r>
            <w:r w:rsidRPr="00707E18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(Zamawiający)</w:t>
            </w:r>
          </w:p>
        </w:tc>
      </w:tr>
      <w:tr w:rsidR="009120D5" w:rsidRPr="00F0050C" w14:paraId="69403902" w14:textId="77777777" w:rsidTr="009120D5">
        <w:trPr>
          <w:trHeight w:val="46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38879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74F44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8BE37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62E0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FB71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69133673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7F68A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9ECC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DE75D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1968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7A3C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0203827A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CD137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2F2FC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09CBE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9EDC7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3D373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407A459A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12F6E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566C6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487A2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4133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10143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2DCCEBC1" w14:textId="22929E28" w:rsidR="009120D5" w:rsidRPr="00743F6A" w:rsidRDefault="009120D5" w:rsidP="00743F6A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2378C9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jeżeli wartość inwestycji obejmuje większy zakres, to należy dodatkowo wyszczególnić zakres tożsamy z warunkiem wskazanym w Rozdziale I</w:t>
      </w:r>
      <w:r w:rsidR="00743F6A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V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 xml:space="preserve"> ust. 1 Zaproszenia do złożenia oferty na wykonanie zamówienia.  </w:t>
      </w:r>
      <w:r w:rsidR="00F0050C"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</w:t>
      </w:r>
    </w:p>
    <w:sectPr w:rsidR="009120D5" w:rsidRPr="00743F6A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1709E8E2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87BCD">
      <w:rPr>
        <w:rFonts w:ascii="Times New Roman" w:hAnsi="Times New Roman" w:cs="Times New Roman"/>
        <w:sz w:val="23"/>
        <w:szCs w:val="23"/>
      </w:rPr>
      <w:t>8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PZP.24</w:t>
    </w:r>
    <w:r w:rsidR="00743F6A">
      <w:rPr>
        <w:rFonts w:ascii="Times New Roman" w:eastAsia="SimSun" w:hAnsi="Times New Roman" w:cs="Times New Roman"/>
        <w:sz w:val="24"/>
        <w:szCs w:val="24"/>
        <w:lang w:eastAsia="ar-SA"/>
      </w:rPr>
      <w:t>2</w:t>
    </w:r>
    <w:r w:rsidR="00524D11">
      <w:rPr>
        <w:rFonts w:ascii="Times New Roman" w:eastAsia="SimSun" w:hAnsi="Times New Roman" w:cs="Times New Roman"/>
        <w:sz w:val="24"/>
        <w:szCs w:val="24"/>
        <w:lang w:eastAsia="ar-SA"/>
      </w:rPr>
      <w:t>.6</w:t>
    </w:r>
    <w:r w:rsidR="007B1124">
      <w:rPr>
        <w:rFonts w:ascii="Times New Roman" w:eastAsia="SimSun" w:hAnsi="Times New Roman" w:cs="Times New Roman"/>
        <w:sz w:val="24"/>
        <w:szCs w:val="24"/>
        <w:lang w:eastAsia="ar-SA"/>
      </w:rPr>
      <w:t>-S</w:t>
    </w:r>
    <w:r w:rsidR="00187BCD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NB.202</w:t>
    </w:r>
    <w:r w:rsidR="008E1FC3">
      <w:rPr>
        <w:rFonts w:ascii="Times New Roman" w:eastAsia="SimSun" w:hAnsi="Times New Roman" w:cs="Times New Roman"/>
        <w:sz w:val="24"/>
        <w:szCs w:val="24"/>
        <w:lang w:eastAsia="ar-SA"/>
      </w:rPr>
      <w:t>6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 </w:t>
    </w:r>
    <w:r w:rsidR="00BE1461">
      <w:rPr>
        <w:rFonts w:ascii="Times New Roman" w:eastAsia="Times New Roman" w:hAnsi="Times New Roman"/>
        <w:sz w:val="24"/>
      </w:rPr>
      <w:t xml:space="preserve">z dnia </w:t>
    </w:r>
    <w:r w:rsidR="00524D11">
      <w:rPr>
        <w:rFonts w:ascii="Times New Roman" w:eastAsia="Times New Roman" w:hAnsi="Times New Roman"/>
        <w:sz w:val="24"/>
      </w:rPr>
      <w:t xml:space="preserve">28 stycznia </w:t>
    </w:r>
    <w:r w:rsidR="00BE1461">
      <w:rPr>
        <w:rFonts w:ascii="Times New Roman" w:eastAsia="Times New Roman" w:hAnsi="Times New Roman"/>
        <w:sz w:val="24"/>
      </w:rPr>
      <w:t>202</w:t>
    </w:r>
    <w:r w:rsidR="008E1FC3">
      <w:rPr>
        <w:rFonts w:ascii="Times New Roman" w:eastAsia="Times New Roman" w:hAnsi="Times New Roman"/>
        <w:sz w:val="24"/>
      </w:rPr>
      <w:t>6</w:t>
    </w:r>
    <w:r w:rsidR="00BE1461">
      <w:rPr>
        <w:rFonts w:ascii="Times New Roman" w:eastAsia="Times New Roman" w:hAnsi="Times New Roman"/>
        <w:sz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666CC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87BCD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8A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3E72B0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4E5C3B"/>
    <w:rsid w:val="005030D3"/>
    <w:rsid w:val="0050623D"/>
    <w:rsid w:val="00515E21"/>
    <w:rsid w:val="00524D1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5F0C10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3F6A"/>
    <w:rsid w:val="00744A4F"/>
    <w:rsid w:val="00760E32"/>
    <w:rsid w:val="0077345C"/>
    <w:rsid w:val="00773BB9"/>
    <w:rsid w:val="00775023"/>
    <w:rsid w:val="00777577"/>
    <w:rsid w:val="00786501"/>
    <w:rsid w:val="007B0DE5"/>
    <w:rsid w:val="007B1124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92B39"/>
    <w:rsid w:val="008C4804"/>
    <w:rsid w:val="008E1FC3"/>
    <w:rsid w:val="009120D5"/>
    <w:rsid w:val="009153E0"/>
    <w:rsid w:val="00920D54"/>
    <w:rsid w:val="0092622D"/>
    <w:rsid w:val="009316EA"/>
    <w:rsid w:val="0093536D"/>
    <w:rsid w:val="00943A85"/>
    <w:rsid w:val="00945D19"/>
    <w:rsid w:val="00960820"/>
    <w:rsid w:val="00992AD8"/>
    <w:rsid w:val="009942E6"/>
    <w:rsid w:val="009A000D"/>
    <w:rsid w:val="009A4067"/>
    <w:rsid w:val="009C3B4D"/>
    <w:rsid w:val="009C5A70"/>
    <w:rsid w:val="009C7BBD"/>
    <w:rsid w:val="009D3C73"/>
    <w:rsid w:val="009D697B"/>
    <w:rsid w:val="009F2B03"/>
    <w:rsid w:val="009F4B53"/>
    <w:rsid w:val="00A059F9"/>
    <w:rsid w:val="00A157A2"/>
    <w:rsid w:val="00A1784A"/>
    <w:rsid w:val="00A21EC1"/>
    <w:rsid w:val="00A44890"/>
    <w:rsid w:val="00A4504E"/>
    <w:rsid w:val="00A466A3"/>
    <w:rsid w:val="00A617A8"/>
    <w:rsid w:val="00A809DF"/>
    <w:rsid w:val="00A957DA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2D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C539E"/>
    <w:rsid w:val="00ED6380"/>
    <w:rsid w:val="00ED7DBA"/>
    <w:rsid w:val="00EE2C3D"/>
    <w:rsid w:val="00F0050C"/>
    <w:rsid w:val="00F2230B"/>
    <w:rsid w:val="00F3064A"/>
    <w:rsid w:val="00F47EC2"/>
    <w:rsid w:val="00F51A2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ECA00-9B47-4ABC-82BE-3291A8CC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3B076FC3</Template>
  <TotalTime>19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38</cp:revision>
  <cp:lastPrinted>2026-01-28T08:02:00Z</cp:lastPrinted>
  <dcterms:created xsi:type="dcterms:W3CDTF">2021-06-16T23:35:00Z</dcterms:created>
  <dcterms:modified xsi:type="dcterms:W3CDTF">2026-01-28T08:02:00Z</dcterms:modified>
</cp:coreProperties>
</file>